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4"/>
        <w:gridCol w:w="1704"/>
        <w:gridCol w:w="1704"/>
        <w:gridCol w:w="1705"/>
        <w:gridCol w:w="1705"/>
      </w:tblGrid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pPr>
              <w:jc w:val="center"/>
              <w:rPr>
                <w:sz w:val="28"/>
                <w:szCs w:val="28"/>
              </w:rPr>
            </w:pPr>
            <w:r w:rsidRPr="004E2146">
              <w:rPr>
                <w:rFonts w:hint="eastAsia"/>
                <w:sz w:val="28"/>
                <w:szCs w:val="28"/>
              </w:rPr>
              <w:t>学</w:t>
            </w:r>
            <w:r w:rsidRPr="004E2146">
              <w:rPr>
                <w:sz w:val="28"/>
                <w:szCs w:val="28"/>
              </w:rPr>
              <w:t xml:space="preserve">  </w:t>
            </w:r>
            <w:r w:rsidRPr="004E2146"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1704" w:type="dxa"/>
          </w:tcPr>
          <w:p w:rsidR="00F34AE0" w:rsidRPr="004E2146" w:rsidRDefault="00F34AE0" w:rsidP="004E2146">
            <w:pPr>
              <w:jc w:val="center"/>
              <w:rPr>
                <w:sz w:val="28"/>
                <w:szCs w:val="28"/>
              </w:rPr>
            </w:pPr>
            <w:r w:rsidRPr="004E2146">
              <w:rPr>
                <w:rFonts w:hint="eastAsia"/>
                <w:sz w:val="28"/>
                <w:szCs w:val="28"/>
              </w:rPr>
              <w:t>姓</w:t>
            </w:r>
            <w:r w:rsidRPr="004E2146">
              <w:rPr>
                <w:sz w:val="28"/>
                <w:szCs w:val="28"/>
              </w:rPr>
              <w:t xml:space="preserve">  </w:t>
            </w:r>
            <w:r w:rsidRPr="004E2146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704" w:type="dxa"/>
          </w:tcPr>
          <w:p w:rsidR="00F34AE0" w:rsidRPr="004E2146" w:rsidRDefault="00F34AE0" w:rsidP="004E2146">
            <w:pPr>
              <w:jc w:val="center"/>
              <w:rPr>
                <w:sz w:val="28"/>
                <w:szCs w:val="28"/>
              </w:rPr>
            </w:pPr>
            <w:r w:rsidRPr="004E2146">
              <w:rPr>
                <w:rFonts w:hint="eastAsia"/>
                <w:sz w:val="28"/>
                <w:szCs w:val="28"/>
              </w:rPr>
              <w:t>项目加分</w:t>
            </w:r>
          </w:p>
        </w:tc>
        <w:tc>
          <w:tcPr>
            <w:tcW w:w="1705" w:type="dxa"/>
          </w:tcPr>
          <w:p w:rsidR="00F34AE0" w:rsidRPr="004E2146" w:rsidRDefault="00F34AE0" w:rsidP="004E2146">
            <w:pPr>
              <w:jc w:val="center"/>
              <w:rPr>
                <w:sz w:val="28"/>
                <w:szCs w:val="28"/>
              </w:rPr>
            </w:pPr>
            <w:r w:rsidRPr="004E2146">
              <w:rPr>
                <w:rFonts w:hint="eastAsia"/>
                <w:sz w:val="28"/>
                <w:szCs w:val="28"/>
              </w:rPr>
              <w:t>小组评分</w:t>
            </w:r>
          </w:p>
        </w:tc>
        <w:tc>
          <w:tcPr>
            <w:tcW w:w="1705" w:type="dxa"/>
          </w:tcPr>
          <w:p w:rsidR="00F34AE0" w:rsidRPr="004E2146" w:rsidRDefault="00F34AE0" w:rsidP="004E2146">
            <w:pPr>
              <w:jc w:val="center"/>
              <w:rPr>
                <w:sz w:val="28"/>
                <w:szCs w:val="28"/>
              </w:rPr>
            </w:pPr>
            <w:r w:rsidRPr="004E2146">
              <w:rPr>
                <w:rFonts w:hint="eastAsia"/>
                <w:sz w:val="28"/>
                <w:szCs w:val="28"/>
              </w:rPr>
              <w:t>总</w:t>
            </w:r>
            <w:r w:rsidRPr="004E2146">
              <w:rPr>
                <w:sz w:val="28"/>
                <w:szCs w:val="28"/>
              </w:rPr>
              <w:t xml:space="preserve">  </w:t>
            </w:r>
            <w:r w:rsidRPr="004E2146">
              <w:rPr>
                <w:rFonts w:hint="eastAsia"/>
                <w:sz w:val="28"/>
                <w:szCs w:val="28"/>
              </w:rPr>
              <w:t>分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07120201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李军康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8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18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07120202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金明熹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8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18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07120203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贾楠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8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18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07120204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张煜明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16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26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07120205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蓝子翔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6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16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07120206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张广俊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8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18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07120207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张翔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20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30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07120208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杨昱恒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10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20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07120209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王凡昊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8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18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07120210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吕世文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2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12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07120211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丁继瑶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6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16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07120212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田明叶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6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16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07120213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张艺馨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8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18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07120214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张田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16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26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07120215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魏朦璐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18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28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07120216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王逸秋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20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30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07120217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杜少华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16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26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07120218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吕品一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10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20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07120219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程方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16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26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07120220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任虹阳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8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18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07120221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刘晓茹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10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20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07120222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杨笑宇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20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30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07120223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杜佳霖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16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26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07120224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郑晓霖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16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26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07120225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张晗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20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30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07120226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袁悦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16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26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07120227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刘微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16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26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07120228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崔燕楠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14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24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07120229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王策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8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18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>
              <w:t>07120230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rPr>
                <w:rFonts w:hint="eastAsia"/>
              </w:rPr>
              <w:t>李欣竹</w:t>
            </w:r>
          </w:p>
        </w:tc>
        <w:tc>
          <w:tcPr>
            <w:tcW w:w="1704" w:type="dxa"/>
          </w:tcPr>
          <w:p w:rsidR="00F34AE0" w:rsidRPr="004E2146" w:rsidRDefault="00F34AE0" w:rsidP="004E2146">
            <w:r>
              <w:t>8</w:t>
            </w:r>
          </w:p>
        </w:tc>
        <w:tc>
          <w:tcPr>
            <w:tcW w:w="1705" w:type="dxa"/>
          </w:tcPr>
          <w:p w:rsidR="00F34AE0" w:rsidRDefault="00F34AE0">
            <w:r w:rsidRPr="00C74B72">
              <w:t>10</w:t>
            </w:r>
          </w:p>
        </w:tc>
        <w:tc>
          <w:tcPr>
            <w:tcW w:w="1705" w:type="dxa"/>
          </w:tcPr>
          <w:p w:rsidR="00F34AE0" w:rsidRPr="004E2146" w:rsidRDefault="00F34AE0" w:rsidP="004E2146">
            <w:r>
              <w:t>18</w:t>
            </w:r>
          </w:p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/>
        </w:tc>
        <w:tc>
          <w:tcPr>
            <w:tcW w:w="1704" w:type="dxa"/>
          </w:tcPr>
          <w:p w:rsidR="00F34AE0" w:rsidRPr="004E2146" w:rsidRDefault="00F34AE0" w:rsidP="004E2146"/>
        </w:tc>
        <w:tc>
          <w:tcPr>
            <w:tcW w:w="1704" w:type="dxa"/>
          </w:tcPr>
          <w:p w:rsidR="00F34AE0" w:rsidRPr="004E2146" w:rsidRDefault="00F34AE0" w:rsidP="004E2146"/>
        </w:tc>
        <w:tc>
          <w:tcPr>
            <w:tcW w:w="1705" w:type="dxa"/>
          </w:tcPr>
          <w:p w:rsidR="00F34AE0" w:rsidRDefault="00F34AE0"/>
        </w:tc>
        <w:tc>
          <w:tcPr>
            <w:tcW w:w="1705" w:type="dxa"/>
          </w:tcPr>
          <w:p w:rsidR="00F34AE0" w:rsidRPr="004E2146" w:rsidRDefault="00F34AE0" w:rsidP="004E2146"/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/>
        </w:tc>
        <w:tc>
          <w:tcPr>
            <w:tcW w:w="1704" w:type="dxa"/>
          </w:tcPr>
          <w:p w:rsidR="00F34AE0" w:rsidRPr="004E2146" w:rsidRDefault="00F34AE0" w:rsidP="004E2146"/>
        </w:tc>
        <w:tc>
          <w:tcPr>
            <w:tcW w:w="1704" w:type="dxa"/>
          </w:tcPr>
          <w:p w:rsidR="00F34AE0" w:rsidRPr="004E2146" w:rsidRDefault="00F34AE0" w:rsidP="004E2146"/>
        </w:tc>
        <w:tc>
          <w:tcPr>
            <w:tcW w:w="1705" w:type="dxa"/>
          </w:tcPr>
          <w:p w:rsidR="00F34AE0" w:rsidRDefault="00F34AE0"/>
        </w:tc>
        <w:tc>
          <w:tcPr>
            <w:tcW w:w="1705" w:type="dxa"/>
          </w:tcPr>
          <w:p w:rsidR="00F34AE0" w:rsidRPr="004E2146" w:rsidRDefault="00F34AE0" w:rsidP="004E2146"/>
        </w:tc>
      </w:tr>
      <w:tr w:rsidR="00F34AE0" w:rsidRPr="004E2146" w:rsidTr="004E2146">
        <w:tc>
          <w:tcPr>
            <w:tcW w:w="1704" w:type="dxa"/>
          </w:tcPr>
          <w:p w:rsidR="00F34AE0" w:rsidRPr="004E2146" w:rsidRDefault="00F34AE0" w:rsidP="004E2146">
            <w:r w:rsidRPr="004E2146">
              <w:rPr>
                <w:rFonts w:hint="eastAsia"/>
              </w:rPr>
              <w:t>参评总人数：</w:t>
            </w:r>
            <w:r>
              <w:t>30</w:t>
            </w:r>
          </w:p>
        </w:tc>
        <w:tc>
          <w:tcPr>
            <w:tcW w:w="1704" w:type="dxa"/>
          </w:tcPr>
          <w:p w:rsidR="00F34AE0" w:rsidRPr="004E2146" w:rsidRDefault="00F34AE0" w:rsidP="004E2146"/>
        </w:tc>
        <w:tc>
          <w:tcPr>
            <w:tcW w:w="1704" w:type="dxa"/>
          </w:tcPr>
          <w:p w:rsidR="00F34AE0" w:rsidRPr="004E2146" w:rsidRDefault="00F34AE0" w:rsidP="004E2146"/>
        </w:tc>
        <w:tc>
          <w:tcPr>
            <w:tcW w:w="1705" w:type="dxa"/>
          </w:tcPr>
          <w:p w:rsidR="00F34AE0" w:rsidRDefault="00F34AE0"/>
        </w:tc>
        <w:tc>
          <w:tcPr>
            <w:tcW w:w="1705" w:type="dxa"/>
          </w:tcPr>
          <w:p w:rsidR="00F34AE0" w:rsidRPr="004E2146" w:rsidRDefault="00F34AE0" w:rsidP="004E2146"/>
        </w:tc>
      </w:tr>
    </w:tbl>
    <w:p w:rsidR="00F34AE0" w:rsidRPr="00AA304D" w:rsidRDefault="00F34AE0" w:rsidP="00AA304D">
      <w:pPr>
        <w:pStyle w:val="Subtitle"/>
        <w:rPr>
          <w:sz w:val="30"/>
          <w:szCs w:val="30"/>
        </w:rPr>
      </w:pPr>
      <w:bookmarkStart w:id="0" w:name="_GoBack"/>
      <w:r w:rsidRPr="00AA304D">
        <w:rPr>
          <w:rFonts w:hint="eastAsia"/>
          <w:sz w:val="30"/>
          <w:szCs w:val="30"/>
        </w:rPr>
        <w:t>法学院</w:t>
      </w:r>
      <w:r w:rsidRPr="00AA304D">
        <w:rPr>
          <w:sz w:val="30"/>
          <w:szCs w:val="30"/>
        </w:rPr>
        <w:t>2012—2013</w:t>
      </w:r>
      <w:r w:rsidRPr="00AA304D">
        <w:rPr>
          <w:rFonts w:hint="eastAsia"/>
          <w:sz w:val="30"/>
          <w:szCs w:val="30"/>
        </w:rPr>
        <w:t>学年综合测评小组评分表</w:t>
      </w:r>
      <w:bookmarkEnd w:id="0"/>
      <w:r w:rsidRPr="00AA304D">
        <w:rPr>
          <w:rFonts w:hint="eastAsia"/>
          <w:sz w:val="30"/>
          <w:szCs w:val="30"/>
        </w:rPr>
        <w:t>（班级：</w:t>
      </w:r>
      <w:r>
        <w:rPr>
          <w:rFonts w:hint="eastAsia"/>
          <w:sz w:val="30"/>
          <w:szCs w:val="30"/>
        </w:rPr>
        <w:t>二</w:t>
      </w:r>
      <w:r>
        <w:rPr>
          <w:sz w:val="30"/>
          <w:szCs w:val="30"/>
        </w:rPr>
        <w:t xml:space="preserve"> </w:t>
      </w:r>
      <w:r w:rsidRPr="00AA304D">
        <w:rPr>
          <w:sz w:val="30"/>
          <w:szCs w:val="30"/>
        </w:rPr>
        <w:t xml:space="preserve">  </w:t>
      </w:r>
      <w:r w:rsidRPr="00AA304D">
        <w:rPr>
          <w:rFonts w:hint="eastAsia"/>
          <w:sz w:val="30"/>
          <w:szCs w:val="30"/>
        </w:rPr>
        <w:t>）</w:t>
      </w:r>
    </w:p>
    <w:p w:rsidR="00F34AE0" w:rsidRDefault="00F34AE0" w:rsidP="00AA304D"/>
    <w:p w:rsidR="00F34AE0" w:rsidRPr="00AA304D" w:rsidRDefault="00F34AE0" w:rsidP="00AA304D">
      <w:r>
        <w:rPr>
          <w:rFonts w:hint="eastAsia"/>
        </w:rPr>
        <w:t>测评小组成员签字：袁悦，张煜明，王逸秋，吕品一，魏朦璐，杨昱恒，程方，金明熹</w:t>
      </w:r>
    </w:p>
    <w:sectPr w:rsidR="00F34AE0" w:rsidRPr="00AA304D" w:rsidSect="007C69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04D"/>
    <w:rsid w:val="002E72A2"/>
    <w:rsid w:val="004E2146"/>
    <w:rsid w:val="007C697A"/>
    <w:rsid w:val="00AA304D"/>
    <w:rsid w:val="00B3681C"/>
    <w:rsid w:val="00C74B72"/>
    <w:rsid w:val="00EF086E"/>
    <w:rsid w:val="00F34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97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A304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AA304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AA304D"/>
    <w:rPr>
      <w:rFonts w:ascii="Cambria" w:eastAsia="宋体" w:hAnsi="Cambria" w:cs="Times New Roman"/>
      <w:b/>
      <w:bCs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AA304D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A304D"/>
    <w:rPr>
      <w:rFonts w:ascii="Cambria" w:eastAsia="宋体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118</Words>
  <Characters>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</dc:creator>
  <cp:keywords/>
  <dc:description/>
  <cp:lastModifiedBy>tclsevers</cp:lastModifiedBy>
  <cp:revision>2</cp:revision>
  <dcterms:created xsi:type="dcterms:W3CDTF">2013-10-11T13:59:00Z</dcterms:created>
  <dcterms:modified xsi:type="dcterms:W3CDTF">2013-10-12T06:09:00Z</dcterms:modified>
</cp:coreProperties>
</file>